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5913D4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E34FFB">
        <w:rPr>
          <w:rStyle w:val="Strong"/>
          <w:rFonts w:asciiTheme="minorHAnsi" w:hAnsiTheme="minorHAnsi" w:cstheme="minorHAnsi"/>
          <w:lang w:val="en-GB"/>
        </w:rPr>
        <w:t>15-G015-24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0D4BD5E" w:rsidR="00B0293A" w:rsidRPr="00532E97" w:rsidRDefault="00483E9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015C1">
              <w:rPr>
                <w:rFonts w:ascii="Calibri" w:hAnsi="Calibri"/>
                <w:szCs w:val="20"/>
              </w:rPr>
              <w:t>9</w:t>
            </w:r>
            <w:r w:rsidR="009F16A5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83AFAD9" w:rsidR="00B0293A" w:rsidRPr="00CB6DDC" w:rsidRDefault="00997F2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F44C48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9F16A5" w:rsidRPr="009F16A5">
              <w:rPr>
                <w:rFonts w:ascii="Calibri" w:hAnsi="Calibri"/>
                <w:szCs w:val="20"/>
              </w:rPr>
              <w:t>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C91C22C" w:rsidR="00B0293A" w:rsidRPr="00251A4B" w:rsidRDefault="00997F2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9F16A5">
              <w:rPr>
                <w:rFonts w:ascii="Calibri" w:hAnsi="Calibri"/>
                <w:szCs w:val="20"/>
              </w:rPr>
              <w:t>/</w:t>
            </w:r>
            <w:r w:rsidR="00483E97"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57B4A7E" w:rsidR="00B0293A" w:rsidRPr="00CB6DDC" w:rsidRDefault="00483E9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015C1">
              <w:rPr>
                <w:rFonts w:ascii="Calibri" w:hAnsi="Calibri"/>
                <w:szCs w:val="20"/>
              </w:rPr>
              <w:t>5</w:t>
            </w:r>
            <w:r w:rsidR="009F16A5" w:rsidRPr="009F16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F16A5" w:rsidRPr="009F16A5">
              <w:rPr>
                <w:rFonts w:ascii="Calibri" w:hAnsi="Calibri"/>
                <w:szCs w:val="20"/>
              </w:rPr>
              <w:t>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EF74558" w:rsidR="00B0293A" w:rsidRPr="00532E97" w:rsidRDefault="00483E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9F16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DA31265" w:rsidR="00B0293A" w:rsidRPr="00532E97" w:rsidRDefault="00483E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9F16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9CD22DC" w:rsidR="00B0293A" w:rsidRPr="00532E97" w:rsidRDefault="00483E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9F16A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DA3A8F8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83E97">
              <w:rPr>
                <w:rFonts w:ascii="Calibri" w:hAnsi="Calibri"/>
                <w:szCs w:val="20"/>
              </w:rPr>
              <w:t>5</w:t>
            </w:r>
            <w:r w:rsidR="009F16A5">
              <w:rPr>
                <w:rFonts w:ascii="Calibri" w:hAnsi="Calibri"/>
                <w:szCs w:val="20"/>
              </w:rPr>
              <w:t>/</w:t>
            </w:r>
            <w:r w:rsidR="00483E97"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B3D183C" w:rsidR="00B0293A" w:rsidRPr="00532E97" w:rsidRDefault="00483E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F44C48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A9C59" w14:textId="77777777" w:rsidR="008A6F69" w:rsidRDefault="008A6F69">
      <w:r>
        <w:separator/>
      </w:r>
    </w:p>
  </w:endnote>
  <w:endnote w:type="continuationSeparator" w:id="0">
    <w:p w14:paraId="1FA80E1A" w14:textId="77777777" w:rsidR="008A6F69" w:rsidRDefault="008A6F69">
      <w:r>
        <w:continuationSeparator/>
      </w:r>
    </w:p>
  </w:endnote>
  <w:endnote w:type="continuationNotice" w:id="1">
    <w:p w14:paraId="47BCB223" w14:textId="77777777" w:rsidR="008A6F69" w:rsidRDefault="008A6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7A7430F8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4C48" w:rsidRPr="00F44C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4C48" w:rsidRPr="00F44C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E6D01B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015C1">
      <w:rPr>
        <w:noProof/>
      </w:rPr>
      <w:t>2024-09-19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6995C" w14:textId="77777777" w:rsidR="008A6F69" w:rsidRDefault="008A6F69">
      <w:r>
        <w:separator/>
      </w:r>
    </w:p>
  </w:footnote>
  <w:footnote w:type="continuationSeparator" w:id="0">
    <w:p w14:paraId="27883B41" w14:textId="77777777" w:rsidR="008A6F69" w:rsidRDefault="008A6F69">
      <w:r>
        <w:continuationSeparator/>
      </w:r>
    </w:p>
  </w:footnote>
  <w:footnote w:type="continuationNotice" w:id="1">
    <w:p w14:paraId="6F48218D" w14:textId="77777777" w:rsidR="008A6F69" w:rsidRDefault="008A6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BDC33D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572878">
      <w:rPr>
        <w:rStyle w:val="Strong"/>
        <w:rFonts w:asciiTheme="minorHAnsi" w:hAnsiTheme="minorHAnsi" w:cstheme="minorHAnsi"/>
        <w:lang w:val="en-GB"/>
      </w:rPr>
      <w:t>15-G015-24</w:t>
    </w:r>
    <w:r w:rsidR="006043EE">
      <w:rPr>
        <w:rFonts w:asciiTheme="minorHAnsi" w:hAnsiTheme="minorHAnsi" w:cs="Calibri"/>
        <w:sz w:val="20"/>
      </w:rPr>
      <w:fldChar w:fldCharType="end"/>
    </w:r>
    <w:r w:rsidR="00572878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034617">
    <w:abstractNumId w:val="1"/>
  </w:num>
  <w:num w:numId="2" w16cid:durableId="469321215">
    <w:abstractNumId w:val="10"/>
  </w:num>
  <w:num w:numId="3" w16cid:durableId="106851292">
    <w:abstractNumId w:val="11"/>
  </w:num>
  <w:num w:numId="4" w16cid:durableId="32581463">
    <w:abstractNumId w:val="4"/>
  </w:num>
  <w:num w:numId="5" w16cid:durableId="1442073481">
    <w:abstractNumId w:val="3"/>
  </w:num>
  <w:num w:numId="6" w16cid:durableId="1769889646">
    <w:abstractNumId w:val="7"/>
  </w:num>
  <w:num w:numId="7" w16cid:durableId="2120180415">
    <w:abstractNumId w:val="5"/>
  </w:num>
  <w:num w:numId="8" w16cid:durableId="2141417533">
    <w:abstractNumId w:val="9"/>
  </w:num>
  <w:num w:numId="9" w16cid:durableId="1941839615">
    <w:abstractNumId w:val="0"/>
  </w:num>
  <w:num w:numId="10" w16cid:durableId="1457413219">
    <w:abstractNumId w:val="8"/>
  </w:num>
  <w:num w:numId="11" w16cid:durableId="1112553649">
    <w:abstractNumId w:val="2"/>
  </w:num>
  <w:num w:numId="12" w16cid:durableId="10751258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0AD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62B3"/>
    <w:rsid w:val="00287DDF"/>
    <w:rsid w:val="0029089A"/>
    <w:rsid w:val="002932D5"/>
    <w:rsid w:val="002939F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012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E97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A5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878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5C1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A08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656A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6F69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508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97F23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A5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320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477C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DB9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A00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4FFB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4C48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1B4BE0-8312-41E7-9357-A4D9ECA60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8</cp:revision>
  <cp:lastPrinted>2013-10-18T08:32:00Z</cp:lastPrinted>
  <dcterms:created xsi:type="dcterms:W3CDTF">2024-07-25T04:44:00Z</dcterms:created>
  <dcterms:modified xsi:type="dcterms:W3CDTF">2024-09-18T21:51:00Z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